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EE" w:rsidRDefault="00EB09EE" w:rsidP="00EB09EE">
      <w:pPr>
        <w:jc w:val="center"/>
        <w:rPr>
          <w:szCs w:val="22"/>
        </w:rPr>
      </w:pPr>
    </w:p>
    <w:p w:rsidR="00EB09EE" w:rsidRPr="00676D38" w:rsidRDefault="00EB09EE" w:rsidP="00EB09EE">
      <w:pPr>
        <w:jc w:val="center"/>
        <w:rPr>
          <w:sz w:val="26"/>
          <w:szCs w:val="26"/>
        </w:rPr>
      </w:pPr>
      <w:r w:rsidRPr="00676D38">
        <w:rPr>
          <w:sz w:val="26"/>
          <w:szCs w:val="26"/>
        </w:rPr>
        <w:t>Перечень рабочих мест</w:t>
      </w:r>
    </w:p>
    <w:p w:rsidR="00EB09EE" w:rsidRPr="00EB09EE" w:rsidRDefault="00EB09EE" w:rsidP="00EB09EE">
      <w:pPr>
        <w:rPr>
          <w:szCs w:val="22"/>
        </w:rPr>
      </w:pPr>
    </w:p>
    <w:p w:rsidR="00EB09EE" w:rsidRPr="00676D38" w:rsidRDefault="00EB09EE" w:rsidP="00EB09EE">
      <w:pPr>
        <w:tabs>
          <w:tab w:val="left" w:pos="2317"/>
        </w:tabs>
      </w:pPr>
    </w:p>
    <w:tbl>
      <w:tblPr>
        <w:tblStyle w:val="a3"/>
        <w:tblW w:w="0" w:type="auto"/>
        <w:tblLook w:val="04A0"/>
      </w:tblPr>
      <w:tblGrid>
        <w:gridCol w:w="817"/>
        <w:gridCol w:w="4109"/>
        <w:gridCol w:w="2463"/>
        <w:gridCol w:w="2464"/>
      </w:tblGrid>
      <w:tr w:rsidR="00EB09EE" w:rsidRPr="00676D38" w:rsidTr="00EB09EE">
        <w:tc>
          <w:tcPr>
            <w:tcW w:w="817" w:type="dxa"/>
          </w:tcPr>
          <w:p w:rsidR="00EB09EE" w:rsidRPr="00676D38" w:rsidRDefault="00EB09EE" w:rsidP="00EB09EE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№</w:t>
            </w:r>
          </w:p>
          <w:p w:rsidR="00EB09EE" w:rsidRPr="00676D38" w:rsidRDefault="00EB09EE" w:rsidP="00EB09EE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76D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76D38">
              <w:rPr>
                <w:sz w:val="24"/>
                <w:szCs w:val="24"/>
              </w:rPr>
              <w:t>/</w:t>
            </w:r>
            <w:proofErr w:type="spellStart"/>
            <w:r w:rsidRPr="00676D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9" w:type="dxa"/>
          </w:tcPr>
          <w:p w:rsidR="00EB09EE" w:rsidRPr="00676D38" w:rsidRDefault="00EB09EE" w:rsidP="00EB09EE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463" w:type="dxa"/>
          </w:tcPr>
          <w:p w:rsidR="00EB09EE" w:rsidRPr="00676D38" w:rsidRDefault="00EB09EE" w:rsidP="00EB09EE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Должность</w:t>
            </w:r>
          </w:p>
        </w:tc>
        <w:tc>
          <w:tcPr>
            <w:tcW w:w="2464" w:type="dxa"/>
          </w:tcPr>
          <w:p w:rsidR="00EB09EE" w:rsidRPr="00676D38" w:rsidRDefault="00EB09EE" w:rsidP="00EB09EE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Рабочее место</w:t>
            </w:r>
          </w:p>
        </w:tc>
      </w:tr>
      <w:tr w:rsidR="00EB09EE" w:rsidRPr="00676D38" w:rsidTr="00EB09EE">
        <w:tc>
          <w:tcPr>
            <w:tcW w:w="817" w:type="dxa"/>
          </w:tcPr>
          <w:p w:rsidR="00EB09EE" w:rsidRPr="00676D38" w:rsidRDefault="00EB09EE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</w:t>
            </w:r>
          </w:p>
        </w:tc>
        <w:tc>
          <w:tcPr>
            <w:tcW w:w="4109" w:type="dxa"/>
          </w:tcPr>
          <w:p w:rsidR="00EB09EE" w:rsidRPr="00676D38" w:rsidRDefault="00EB09EE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Покрашенко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Александр Васильевич</w:t>
            </w:r>
          </w:p>
        </w:tc>
        <w:tc>
          <w:tcPr>
            <w:tcW w:w="2463" w:type="dxa"/>
          </w:tcPr>
          <w:p w:rsidR="00EB09EE" w:rsidRPr="00676D38" w:rsidRDefault="00EB09EE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2464" w:type="dxa"/>
          </w:tcPr>
          <w:p w:rsidR="00EB09EE" w:rsidRPr="00676D38" w:rsidRDefault="00EB09EE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Пилипенко Елена Владимировна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3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Шичкина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Заведующий учебно-методическим отделом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4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Зыбина Ирина Александровна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Ведущий экономист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5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Прокопец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Наталья Павловна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Ведущий экономист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6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Шилова Наталья Александровна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Экономист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7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Овчарова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Ирина Александровна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Бухгалтер-ревизор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8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Репетей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Тамара Александровна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Бухгалтер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9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Турчиненко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Светлана Геннадьевна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Бухгалтер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10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Белоцкая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Наталья Валентиновна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Старший специалист по закупкам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676D38">
        <w:trPr>
          <w:trHeight w:val="625"/>
        </w:trPr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11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Квашнина Надежда Сергеевна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Специалист по закупкам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12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Шаманская Светлана Юрьевна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13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Мамышева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Алина Аркадьевна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14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Бадак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Елена Алексеевна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15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Бадак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Александр Петрович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16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Косойкина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Ирина Геннадьевна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17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Панкова Наталья Григорьевна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18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Шичкина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19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Петухов Евгений Александрович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Программист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20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Каплин Александр Валерьевич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Инженер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21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Сальников Вадим Сергеевич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Слесарь-сантехник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22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Сальников Вадим Сергеевич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Электрогазосварщик</w:t>
            </w:r>
            <w:proofErr w:type="spellEnd"/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23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Гаврилов Николай Николаевич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Водитель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24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Гаврилов Николай Николаевич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Грузчик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25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Пшеничный Юрий Вадимович</w:t>
            </w:r>
          </w:p>
          <w:p w:rsidR="00676D38" w:rsidRPr="00676D38" w:rsidRDefault="00676D38" w:rsidP="00EB09EE">
            <w:pPr>
              <w:tabs>
                <w:tab w:val="left" w:pos="2317"/>
              </w:tabs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Электромонтер по ремонту и обслуживания электрооборудования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26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</w:rPr>
            </w:pPr>
            <w:proofErr w:type="spellStart"/>
            <w:r w:rsidRPr="00676D38">
              <w:rPr>
                <w:sz w:val="24"/>
                <w:szCs w:val="24"/>
                <w:lang w:eastAsia="en-US"/>
              </w:rPr>
              <w:t>Щирая</w:t>
            </w:r>
            <w:proofErr w:type="spellEnd"/>
            <w:r w:rsidRPr="00676D38">
              <w:rPr>
                <w:sz w:val="24"/>
                <w:szCs w:val="24"/>
                <w:lang w:eastAsia="en-US"/>
              </w:rPr>
              <w:t xml:space="preserve"> Светлана Владимировна</w:t>
            </w: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Специалист по кадрам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  <w:tr w:rsidR="00676D38" w:rsidRPr="00676D38" w:rsidTr="00EB09EE">
        <w:tc>
          <w:tcPr>
            <w:tcW w:w="817" w:type="dxa"/>
          </w:tcPr>
          <w:p w:rsidR="00676D38" w:rsidRPr="00676D38" w:rsidRDefault="00676D38" w:rsidP="00676D38">
            <w:pPr>
              <w:tabs>
                <w:tab w:val="left" w:pos="2317"/>
              </w:tabs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</w:rPr>
              <w:t>27</w:t>
            </w:r>
          </w:p>
        </w:tc>
        <w:tc>
          <w:tcPr>
            <w:tcW w:w="4109" w:type="dxa"/>
          </w:tcPr>
          <w:p w:rsidR="00676D38" w:rsidRPr="00676D38" w:rsidRDefault="00676D38" w:rsidP="00676D38">
            <w:pPr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Назарьева Наталья Александровна</w:t>
            </w:r>
          </w:p>
          <w:p w:rsidR="00676D38" w:rsidRPr="00676D38" w:rsidRDefault="00676D38" w:rsidP="00EB09EE">
            <w:pPr>
              <w:tabs>
                <w:tab w:val="left" w:pos="2317"/>
              </w:tabs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</w:rPr>
            </w:pPr>
            <w:r w:rsidRPr="00676D38">
              <w:rPr>
                <w:sz w:val="24"/>
                <w:szCs w:val="24"/>
                <w:lang w:eastAsia="en-US"/>
              </w:rPr>
              <w:t>Уборщик производственных и служебных помещений</w:t>
            </w:r>
          </w:p>
        </w:tc>
        <w:tc>
          <w:tcPr>
            <w:tcW w:w="2464" w:type="dxa"/>
          </w:tcPr>
          <w:p w:rsidR="00676D38" w:rsidRPr="00676D38" w:rsidRDefault="00676D38" w:rsidP="00676D38">
            <w:pPr>
              <w:jc w:val="center"/>
              <w:rPr>
                <w:sz w:val="24"/>
                <w:szCs w:val="24"/>
                <w:lang w:eastAsia="en-US"/>
              </w:rPr>
            </w:pPr>
            <w:r w:rsidRPr="00676D38">
              <w:rPr>
                <w:sz w:val="24"/>
                <w:szCs w:val="24"/>
                <w:lang w:eastAsia="en-US"/>
              </w:rPr>
              <w:t>1 М</w:t>
            </w:r>
          </w:p>
        </w:tc>
      </w:tr>
    </w:tbl>
    <w:p w:rsidR="00EB09EE" w:rsidRPr="00676D38" w:rsidRDefault="00EB09EE" w:rsidP="00EB09EE">
      <w:pPr>
        <w:tabs>
          <w:tab w:val="left" w:pos="2317"/>
        </w:tabs>
        <w:rPr>
          <w:sz w:val="22"/>
          <w:szCs w:val="22"/>
        </w:rPr>
      </w:pPr>
    </w:p>
    <w:sectPr w:rsidR="00EB09EE" w:rsidRPr="00676D38" w:rsidSect="00A02101">
      <w:footerReference w:type="default" r:id="rId7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F6" w:rsidRDefault="000B05F6" w:rsidP="009A7F0E">
      <w:r>
        <w:separator/>
      </w:r>
    </w:p>
  </w:endnote>
  <w:endnote w:type="continuationSeparator" w:id="0">
    <w:p w:rsidR="000B05F6" w:rsidRDefault="000B05F6" w:rsidP="009A7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16A" w:rsidRDefault="00CC116A" w:rsidP="009A7F0E">
    <w:pPr>
      <w:pStyle w:val="aa"/>
      <w:ind w:left="14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F6" w:rsidRDefault="000B05F6" w:rsidP="009A7F0E">
      <w:r>
        <w:separator/>
      </w:r>
    </w:p>
  </w:footnote>
  <w:footnote w:type="continuationSeparator" w:id="0">
    <w:p w:rsidR="000B05F6" w:rsidRDefault="000B05F6" w:rsidP="009A7F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97B"/>
    <w:rsid w:val="0000312D"/>
    <w:rsid w:val="000042C0"/>
    <w:rsid w:val="00005CB9"/>
    <w:rsid w:val="0000600B"/>
    <w:rsid w:val="00012197"/>
    <w:rsid w:val="00012CB6"/>
    <w:rsid w:val="00014A1D"/>
    <w:rsid w:val="00015815"/>
    <w:rsid w:val="0001656F"/>
    <w:rsid w:val="00020503"/>
    <w:rsid w:val="00021387"/>
    <w:rsid w:val="00025FFB"/>
    <w:rsid w:val="00030580"/>
    <w:rsid w:val="00032E1B"/>
    <w:rsid w:val="0003543B"/>
    <w:rsid w:val="00037FE8"/>
    <w:rsid w:val="0004118E"/>
    <w:rsid w:val="000434B7"/>
    <w:rsid w:val="000473B0"/>
    <w:rsid w:val="00050FCA"/>
    <w:rsid w:val="00053DDF"/>
    <w:rsid w:val="00054B10"/>
    <w:rsid w:val="00056809"/>
    <w:rsid w:val="0005749B"/>
    <w:rsid w:val="000578C3"/>
    <w:rsid w:val="00063EF8"/>
    <w:rsid w:val="00065154"/>
    <w:rsid w:val="00077673"/>
    <w:rsid w:val="00086A73"/>
    <w:rsid w:val="00087B20"/>
    <w:rsid w:val="000900A1"/>
    <w:rsid w:val="00091069"/>
    <w:rsid w:val="00092583"/>
    <w:rsid w:val="0009740A"/>
    <w:rsid w:val="000979DA"/>
    <w:rsid w:val="000A46A9"/>
    <w:rsid w:val="000B05F6"/>
    <w:rsid w:val="000B0D53"/>
    <w:rsid w:val="000B1C40"/>
    <w:rsid w:val="000B2F14"/>
    <w:rsid w:val="000B4731"/>
    <w:rsid w:val="000C0D74"/>
    <w:rsid w:val="000C1A7E"/>
    <w:rsid w:val="000C25A5"/>
    <w:rsid w:val="000C3C24"/>
    <w:rsid w:val="000D602C"/>
    <w:rsid w:val="000D62A4"/>
    <w:rsid w:val="000D6B64"/>
    <w:rsid w:val="000E0C1D"/>
    <w:rsid w:val="0010132A"/>
    <w:rsid w:val="00113889"/>
    <w:rsid w:val="00117FCD"/>
    <w:rsid w:val="00120D92"/>
    <w:rsid w:val="001224C2"/>
    <w:rsid w:val="0012483F"/>
    <w:rsid w:val="001255F9"/>
    <w:rsid w:val="00130CE1"/>
    <w:rsid w:val="001368FB"/>
    <w:rsid w:val="00137181"/>
    <w:rsid w:val="001444CA"/>
    <w:rsid w:val="00146101"/>
    <w:rsid w:val="00147326"/>
    <w:rsid w:val="0015033F"/>
    <w:rsid w:val="00150466"/>
    <w:rsid w:val="0015191B"/>
    <w:rsid w:val="00151CC0"/>
    <w:rsid w:val="001538F1"/>
    <w:rsid w:val="00156729"/>
    <w:rsid w:val="001630CF"/>
    <w:rsid w:val="00163915"/>
    <w:rsid w:val="00165211"/>
    <w:rsid w:val="001654BF"/>
    <w:rsid w:val="001748AD"/>
    <w:rsid w:val="00176630"/>
    <w:rsid w:val="00180152"/>
    <w:rsid w:val="00180C3C"/>
    <w:rsid w:val="00182082"/>
    <w:rsid w:val="00187389"/>
    <w:rsid w:val="00187604"/>
    <w:rsid w:val="00194442"/>
    <w:rsid w:val="00194FA0"/>
    <w:rsid w:val="00196575"/>
    <w:rsid w:val="00197F95"/>
    <w:rsid w:val="001A4197"/>
    <w:rsid w:val="001B6505"/>
    <w:rsid w:val="001C08AE"/>
    <w:rsid w:val="001C1E5A"/>
    <w:rsid w:val="001C5B8A"/>
    <w:rsid w:val="001C6FB3"/>
    <w:rsid w:val="001D2209"/>
    <w:rsid w:val="001D2524"/>
    <w:rsid w:val="001D31F9"/>
    <w:rsid w:val="001D771D"/>
    <w:rsid w:val="001E72D5"/>
    <w:rsid w:val="001F03B3"/>
    <w:rsid w:val="001F0D70"/>
    <w:rsid w:val="001F11D2"/>
    <w:rsid w:val="001F1BBB"/>
    <w:rsid w:val="001F33C5"/>
    <w:rsid w:val="001F6F8D"/>
    <w:rsid w:val="001F7642"/>
    <w:rsid w:val="002006BC"/>
    <w:rsid w:val="00205E68"/>
    <w:rsid w:val="00206EE1"/>
    <w:rsid w:val="00207F8D"/>
    <w:rsid w:val="00211E18"/>
    <w:rsid w:val="0021652D"/>
    <w:rsid w:val="00216763"/>
    <w:rsid w:val="00221ABB"/>
    <w:rsid w:val="00221BB4"/>
    <w:rsid w:val="00223643"/>
    <w:rsid w:val="00225731"/>
    <w:rsid w:val="00232AFF"/>
    <w:rsid w:val="00233684"/>
    <w:rsid w:val="00236F6F"/>
    <w:rsid w:val="00237B08"/>
    <w:rsid w:val="002400DA"/>
    <w:rsid w:val="00240303"/>
    <w:rsid w:val="00241CA8"/>
    <w:rsid w:val="00251D49"/>
    <w:rsid w:val="002578E6"/>
    <w:rsid w:val="00261E16"/>
    <w:rsid w:val="0026336F"/>
    <w:rsid w:val="002656B7"/>
    <w:rsid w:val="00266D2A"/>
    <w:rsid w:val="002704D3"/>
    <w:rsid w:val="002735E0"/>
    <w:rsid w:val="00276BC9"/>
    <w:rsid w:val="00276D4E"/>
    <w:rsid w:val="002807EC"/>
    <w:rsid w:val="002808BB"/>
    <w:rsid w:val="002817F2"/>
    <w:rsid w:val="0028279C"/>
    <w:rsid w:val="002860E1"/>
    <w:rsid w:val="00287EB7"/>
    <w:rsid w:val="0029378F"/>
    <w:rsid w:val="002962FC"/>
    <w:rsid w:val="002B21D0"/>
    <w:rsid w:val="002B37B1"/>
    <w:rsid w:val="002C1D7C"/>
    <w:rsid w:val="002C3A9E"/>
    <w:rsid w:val="002C5D5D"/>
    <w:rsid w:val="002D13CC"/>
    <w:rsid w:val="002D61C2"/>
    <w:rsid w:val="002D65EB"/>
    <w:rsid w:val="002E31C4"/>
    <w:rsid w:val="002E3385"/>
    <w:rsid w:val="002E4E58"/>
    <w:rsid w:val="002E75B3"/>
    <w:rsid w:val="002F13A3"/>
    <w:rsid w:val="002F27D8"/>
    <w:rsid w:val="002F755F"/>
    <w:rsid w:val="003008D0"/>
    <w:rsid w:val="00303755"/>
    <w:rsid w:val="0030405C"/>
    <w:rsid w:val="00306500"/>
    <w:rsid w:val="003125CB"/>
    <w:rsid w:val="00320764"/>
    <w:rsid w:val="0032543F"/>
    <w:rsid w:val="00336ED8"/>
    <w:rsid w:val="003479E0"/>
    <w:rsid w:val="00355110"/>
    <w:rsid w:val="00362A82"/>
    <w:rsid w:val="00363936"/>
    <w:rsid w:val="0036424D"/>
    <w:rsid w:val="0036717E"/>
    <w:rsid w:val="00374B6B"/>
    <w:rsid w:val="00381050"/>
    <w:rsid w:val="00383B32"/>
    <w:rsid w:val="00392792"/>
    <w:rsid w:val="00394488"/>
    <w:rsid w:val="0039569C"/>
    <w:rsid w:val="003A292C"/>
    <w:rsid w:val="003A609A"/>
    <w:rsid w:val="003B32AB"/>
    <w:rsid w:val="003B419C"/>
    <w:rsid w:val="003B48F6"/>
    <w:rsid w:val="003B4DFC"/>
    <w:rsid w:val="003B6419"/>
    <w:rsid w:val="003B7200"/>
    <w:rsid w:val="003C2B9A"/>
    <w:rsid w:val="003C3A0D"/>
    <w:rsid w:val="003D3B2A"/>
    <w:rsid w:val="003D5B92"/>
    <w:rsid w:val="003D672D"/>
    <w:rsid w:val="003E0BEB"/>
    <w:rsid w:val="003E5891"/>
    <w:rsid w:val="003E691C"/>
    <w:rsid w:val="003F05B7"/>
    <w:rsid w:val="003F0601"/>
    <w:rsid w:val="003F14BC"/>
    <w:rsid w:val="003F1ACD"/>
    <w:rsid w:val="003F1B3B"/>
    <w:rsid w:val="00400B2D"/>
    <w:rsid w:val="00403208"/>
    <w:rsid w:val="004040CE"/>
    <w:rsid w:val="00420143"/>
    <w:rsid w:val="0042090F"/>
    <w:rsid w:val="00422470"/>
    <w:rsid w:val="00424D34"/>
    <w:rsid w:val="0043271A"/>
    <w:rsid w:val="00435806"/>
    <w:rsid w:val="004368F8"/>
    <w:rsid w:val="0043749D"/>
    <w:rsid w:val="004377AE"/>
    <w:rsid w:val="00441145"/>
    <w:rsid w:val="00442A19"/>
    <w:rsid w:val="0044570A"/>
    <w:rsid w:val="00450299"/>
    <w:rsid w:val="00452804"/>
    <w:rsid w:val="004543C6"/>
    <w:rsid w:val="00456091"/>
    <w:rsid w:val="004567F0"/>
    <w:rsid w:val="00457E1E"/>
    <w:rsid w:val="00461F18"/>
    <w:rsid w:val="00462D7D"/>
    <w:rsid w:val="00470314"/>
    <w:rsid w:val="00473958"/>
    <w:rsid w:val="00473F84"/>
    <w:rsid w:val="004741C4"/>
    <w:rsid w:val="004809D3"/>
    <w:rsid w:val="00480D12"/>
    <w:rsid w:val="004815AA"/>
    <w:rsid w:val="004817AA"/>
    <w:rsid w:val="00481AA8"/>
    <w:rsid w:val="004835FB"/>
    <w:rsid w:val="00484484"/>
    <w:rsid w:val="00493206"/>
    <w:rsid w:val="004A2AB5"/>
    <w:rsid w:val="004A2EC7"/>
    <w:rsid w:val="004A460D"/>
    <w:rsid w:val="004B2D76"/>
    <w:rsid w:val="004B65EC"/>
    <w:rsid w:val="004D2A07"/>
    <w:rsid w:val="004D37E0"/>
    <w:rsid w:val="004E1564"/>
    <w:rsid w:val="004E2BB8"/>
    <w:rsid w:val="004E3405"/>
    <w:rsid w:val="004E6F01"/>
    <w:rsid w:val="004E79FA"/>
    <w:rsid w:val="004F1159"/>
    <w:rsid w:val="004F5F44"/>
    <w:rsid w:val="004F7629"/>
    <w:rsid w:val="0050032A"/>
    <w:rsid w:val="0050308B"/>
    <w:rsid w:val="00503F10"/>
    <w:rsid w:val="00505564"/>
    <w:rsid w:val="00506858"/>
    <w:rsid w:val="00507906"/>
    <w:rsid w:val="005121F0"/>
    <w:rsid w:val="00512B8F"/>
    <w:rsid w:val="005167F1"/>
    <w:rsid w:val="005258C3"/>
    <w:rsid w:val="005270D3"/>
    <w:rsid w:val="00534959"/>
    <w:rsid w:val="005379AF"/>
    <w:rsid w:val="00541A53"/>
    <w:rsid w:val="00542CCD"/>
    <w:rsid w:val="00543682"/>
    <w:rsid w:val="005436F9"/>
    <w:rsid w:val="00544A83"/>
    <w:rsid w:val="00544D6B"/>
    <w:rsid w:val="00552BD6"/>
    <w:rsid w:val="00557028"/>
    <w:rsid w:val="00560A84"/>
    <w:rsid w:val="00561B51"/>
    <w:rsid w:val="0056492D"/>
    <w:rsid w:val="00567144"/>
    <w:rsid w:val="00573B21"/>
    <w:rsid w:val="00575394"/>
    <w:rsid w:val="00575FA5"/>
    <w:rsid w:val="00583C80"/>
    <w:rsid w:val="005844D7"/>
    <w:rsid w:val="00587CBE"/>
    <w:rsid w:val="00590175"/>
    <w:rsid w:val="00593C03"/>
    <w:rsid w:val="0059481F"/>
    <w:rsid w:val="005952C7"/>
    <w:rsid w:val="005958BF"/>
    <w:rsid w:val="005974B0"/>
    <w:rsid w:val="005976E0"/>
    <w:rsid w:val="00597FF0"/>
    <w:rsid w:val="005A3F3E"/>
    <w:rsid w:val="005A559C"/>
    <w:rsid w:val="005B13CA"/>
    <w:rsid w:val="005B35A0"/>
    <w:rsid w:val="005B460A"/>
    <w:rsid w:val="005B4751"/>
    <w:rsid w:val="005C4A20"/>
    <w:rsid w:val="005C59BE"/>
    <w:rsid w:val="005C7AEE"/>
    <w:rsid w:val="005E15A3"/>
    <w:rsid w:val="005E2212"/>
    <w:rsid w:val="005E367A"/>
    <w:rsid w:val="005E5579"/>
    <w:rsid w:val="005E75EE"/>
    <w:rsid w:val="005F1249"/>
    <w:rsid w:val="005F25A5"/>
    <w:rsid w:val="005F3422"/>
    <w:rsid w:val="005F3DBC"/>
    <w:rsid w:val="005F4EB6"/>
    <w:rsid w:val="00604482"/>
    <w:rsid w:val="006062CB"/>
    <w:rsid w:val="00607235"/>
    <w:rsid w:val="00610402"/>
    <w:rsid w:val="0061439E"/>
    <w:rsid w:val="00614815"/>
    <w:rsid w:val="00614AF0"/>
    <w:rsid w:val="00622015"/>
    <w:rsid w:val="00627030"/>
    <w:rsid w:val="006301F4"/>
    <w:rsid w:val="0063197E"/>
    <w:rsid w:val="00633052"/>
    <w:rsid w:val="0064050C"/>
    <w:rsid w:val="00640DC0"/>
    <w:rsid w:val="00641174"/>
    <w:rsid w:val="0064306A"/>
    <w:rsid w:val="0064662F"/>
    <w:rsid w:val="006513ED"/>
    <w:rsid w:val="00651D98"/>
    <w:rsid w:val="00671CE3"/>
    <w:rsid w:val="00672303"/>
    <w:rsid w:val="00674132"/>
    <w:rsid w:val="00676D38"/>
    <w:rsid w:val="00677982"/>
    <w:rsid w:val="00677CDC"/>
    <w:rsid w:val="00680E4E"/>
    <w:rsid w:val="00681B48"/>
    <w:rsid w:val="00682FC9"/>
    <w:rsid w:val="006832E5"/>
    <w:rsid w:val="00683437"/>
    <w:rsid w:val="006856B2"/>
    <w:rsid w:val="00690585"/>
    <w:rsid w:val="00690644"/>
    <w:rsid w:val="00691304"/>
    <w:rsid w:val="00693ACE"/>
    <w:rsid w:val="0069411D"/>
    <w:rsid w:val="0069669E"/>
    <w:rsid w:val="006A44B2"/>
    <w:rsid w:val="006A7A0E"/>
    <w:rsid w:val="006B117F"/>
    <w:rsid w:val="006B279B"/>
    <w:rsid w:val="006B2EBC"/>
    <w:rsid w:val="006B37E9"/>
    <w:rsid w:val="006B3F43"/>
    <w:rsid w:val="006C3B98"/>
    <w:rsid w:val="006C5A01"/>
    <w:rsid w:val="006C5A04"/>
    <w:rsid w:val="006C5B70"/>
    <w:rsid w:val="006C670A"/>
    <w:rsid w:val="006C696B"/>
    <w:rsid w:val="006C6CA8"/>
    <w:rsid w:val="006D0487"/>
    <w:rsid w:val="006D3147"/>
    <w:rsid w:val="006D4C62"/>
    <w:rsid w:val="006E14ED"/>
    <w:rsid w:val="006E2A19"/>
    <w:rsid w:val="006E41CD"/>
    <w:rsid w:val="006E4B03"/>
    <w:rsid w:val="006F06FE"/>
    <w:rsid w:val="006F488B"/>
    <w:rsid w:val="00701625"/>
    <w:rsid w:val="00702E51"/>
    <w:rsid w:val="007030DA"/>
    <w:rsid w:val="00704E33"/>
    <w:rsid w:val="00705945"/>
    <w:rsid w:val="00712EE4"/>
    <w:rsid w:val="007135F6"/>
    <w:rsid w:val="007154F5"/>
    <w:rsid w:val="00715B75"/>
    <w:rsid w:val="00717600"/>
    <w:rsid w:val="00721776"/>
    <w:rsid w:val="00721D43"/>
    <w:rsid w:val="00723982"/>
    <w:rsid w:val="007309A2"/>
    <w:rsid w:val="007309E9"/>
    <w:rsid w:val="00735E34"/>
    <w:rsid w:val="007369CF"/>
    <w:rsid w:val="0074724B"/>
    <w:rsid w:val="0075171F"/>
    <w:rsid w:val="007517F0"/>
    <w:rsid w:val="007560E0"/>
    <w:rsid w:val="00760D7B"/>
    <w:rsid w:val="00760F8E"/>
    <w:rsid w:val="00761BEF"/>
    <w:rsid w:val="0076296A"/>
    <w:rsid w:val="0076424A"/>
    <w:rsid w:val="00766B03"/>
    <w:rsid w:val="00766DED"/>
    <w:rsid w:val="00786DC0"/>
    <w:rsid w:val="007908BE"/>
    <w:rsid w:val="00792D68"/>
    <w:rsid w:val="007931AF"/>
    <w:rsid w:val="00793C0A"/>
    <w:rsid w:val="00794428"/>
    <w:rsid w:val="00797185"/>
    <w:rsid w:val="007A1B6D"/>
    <w:rsid w:val="007A1E53"/>
    <w:rsid w:val="007A2294"/>
    <w:rsid w:val="007A27DF"/>
    <w:rsid w:val="007A3782"/>
    <w:rsid w:val="007A76A7"/>
    <w:rsid w:val="007A76CC"/>
    <w:rsid w:val="007B3371"/>
    <w:rsid w:val="007B36B8"/>
    <w:rsid w:val="007B5778"/>
    <w:rsid w:val="007C0D69"/>
    <w:rsid w:val="007C3953"/>
    <w:rsid w:val="007C3BC5"/>
    <w:rsid w:val="007C42F1"/>
    <w:rsid w:val="007C44FE"/>
    <w:rsid w:val="007C63ED"/>
    <w:rsid w:val="007E0FEA"/>
    <w:rsid w:val="007E4D00"/>
    <w:rsid w:val="007F1C81"/>
    <w:rsid w:val="007F37A1"/>
    <w:rsid w:val="007F5DD5"/>
    <w:rsid w:val="0080030D"/>
    <w:rsid w:val="008069FB"/>
    <w:rsid w:val="00811BEE"/>
    <w:rsid w:val="00816142"/>
    <w:rsid w:val="00826A75"/>
    <w:rsid w:val="008304FC"/>
    <w:rsid w:val="008317D7"/>
    <w:rsid w:val="00843007"/>
    <w:rsid w:val="00847E2D"/>
    <w:rsid w:val="00850C37"/>
    <w:rsid w:val="00853E91"/>
    <w:rsid w:val="008553F9"/>
    <w:rsid w:val="00855FF3"/>
    <w:rsid w:val="008561D6"/>
    <w:rsid w:val="008624DA"/>
    <w:rsid w:val="008625AD"/>
    <w:rsid w:val="008643EC"/>
    <w:rsid w:val="00864458"/>
    <w:rsid w:val="00866946"/>
    <w:rsid w:val="00866DE8"/>
    <w:rsid w:val="008719F6"/>
    <w:rsid w:val="00872AF8"/>
    <w:rsid w:val="00873FBC"/>
    <w:rsid w:val="0087415B"/>
    <w:rsid w:val="00877CB3"/>
    <w:rsid w:val="00884A93"/>
    <w:rsid w:val="00884BA8"/>
    <w:rsid w:val="008903A0"/>
    <w:rsid w:val="008909F1"/>
    <w:rsid w:val="008A17D9"/>
    <w:rsid w:val="008A22F3"/>
    <w:rsid w:val="008A354D"/>
    <w:rsid w:val="008B0ED1"/>
    <w:rsid w:val="008B3B49"/>
    <w:rsid w:val="008B4B92"/>
    <w:rsid w:val="008B5052"/>
    <w:rsid w:val="008B57E5"/>
    <w:rsid w:val="008C0DCD"/>
    <w:rsid w:val="008C2ACD"/>
    <w:rsid w:val="008C59CE"/>
    <w:rsid w:val="008C5E32"/>
    <w:rsid w:val="008C5EA4"/>
    <w:rsid w:val="008D0067"/>
    <w:rsid w:val="008D04FC"/>
    <w:rsid w:val="008D43BD"/>
    <w:rsid w:val="008E3758"/>
    <w:rsid w:val="008E5A85"/>
    <w:rsid w:val="008F4473"/>
    <w:rsid w:val="008F4512"/>
    <w:rsid w:val="00905307"/>
    <w:rsid w:val="0091022D"/>
    <w:rsid w:val="0091077A"/>
    <w:rsid w:val="0092134C"/>
    <w:rsid w:val="009230DE"/>
    <w:rsid w:val="0092497B"/>
    <w:rsid w:val="00925E10"/>
    <w:rsid w:val="00927055"/>
    <w:rsid w:val="0093020F"/>
    <w:rsid w:val="0093334B"/>
    <w:rsid w:val="00934538"/>
    <w:rsid w:val="00935D28"/>
    <w:rsid w:val="009360BB"/>
    <w:rsid w:val="0094456A"/>
    <w:rsid w:val="00945B3B"/>
    <w:rsid w:val="009466E6"/>
    <w:rsid w:val="0094688E"/>
    <w:rsid w:val="0094740A"/>
    <w:rsid w:val="00950DCD"/>
    <w:rsid w:val="0095191F"/>
    <w:rsid w:val="00953252"/>
    <w:rsid w:val="009548BF"/>
    <w:rsid w:val="00954D81"/>
    <w:rsid w:val="00956719"/>
    <w:rsid w:val="00957C00"/>
    <w:rsid w:val="0096443A"/>
    <w:rsid w:val="00965E3A"/>
    <w:rsid w:val="00966614"/>
    <w:rsid w:val="009672DA"/>
    <w:rsid w:val="00970F38"/>
    <w:rsid w:val="0097137A"/>
    <w:rsid w:val="0097148B"/>
    <w:rsid w:val="00977CB3"/>
    <w:rsid w:val="009801F1"/>
    <w:rsid w:val="00982A06"/>
    <w:rsid w:val="0098446C"/>
    <w:rsid w:val="00987AAF"/>
    <w:rsid w:val="009901DF"/>
    <w:rsid w:val="00990868"/>
    <w:rsid w:val="00990953"/>
    <w:rsid w:val="00995C1C"/>
    <w:rsid w:val="00996764"/>
    <w:rsid w:val="009A12CC"/>
    <w:rsid w:val="009A1702"/>
    <w:rsid w:val="009A44C6"/>
    <w:rsid w:val="009A5476"/>
    <w:rsid w:val="009A7F0E"/>
    <w:rsid w:val="009B428F"/>
    <w:rsid w:val="009B4305"/>
    <w:rsid w:val="009B6AC3"/>
    <w:rsid w:val="009C1E3B"/>
    <w:rsid w:val="009C769D"/>
    <w:rsid w:val="009D4848"/>
    <w:rsid w:val="009F0F8A"/>
    <w:rsid w:val="009F7E0E"/>
    <w:rsid w:val="00A00E81"/>
    <w:rsid w:val="00A02101"/>
    <w:rsid w:val="00A05F32"/>
    <w:rsid w:val="00A10B40"/>
    <w:rsid w:val="00A114C0"/>
    <w:rsid w:val="00A13888"/>
    <w:rsid w:val="00A13907"/>
    <w:rsid w:val="00A14133"/>
    <w:rsid w:val="00A14AEF"/>
    <w:rsid w:val="00A22DFF"/>
    <w:rsid w:val="00A33393"/>
    <w:rsid w:val="00A334C0"/>
    <w:rsid w:val="00A36477"/>
    <w:rsid w:val="00A4004E"/>
    <w:rsid w:val="00A40CA1"/>
    <w:rsid w:val="00A4102E"/>
    <w:rsid w:val="00A4514F"/>
    <w:rsid w:val="00A51465"/>
    <w:rsid w:val="00A5289B"/>
    <w:rsid w:val="00A56A04"/>
    <w:rsid w:val="00A77FC7"/>
    <w:rsid w:val="00AA051E"/>
    <w:rsid w:val="00AA0ACC"/>
    <w:rsid w:val="00AA29B0"/>
    <w:rsid w:val="00AA4B3E"/>
    <w:rsid w:val="00AB2538"/>
    <w:rsid w:val="00AB292E"/>
    <w:rsid w:val="00AB4FC7"/>
    <w:rsid w:val="00AB7CC8"/>
    <w:rsid w:val="00AC04D3"/>
    <w:rsid w:val="00AC10F8"/>
    <w:rsid w:val="00AC79B5"/>
    <w:rsid w:val="00AD29E8"/>
    <w:rsid w:val="00AD2F75"/>
    <w:rsid w:val="00AD3C55"/>
    <w:rsid w:val="00AD41B0"/>
    <w:rsid w:val="00AF1B95"/>
    <w:rsid w:val="00B03A73"/>
    <w:rsid w:val="00B067E0"/>
    <w:rsid w:val="00B1087C"/>
    <w:rsid w:val="00B137A8"/>
    <w:rsid w:val="00B13E2B"/>
    <w:rsid w:val="00B17510"/>
    <w:rsid w:val="00B17894"/>
    <w:rsid w:val="00B20626"/>
    <w:rsid w:val="00B20AD1"/>
    <w:rsid w:val="00B2148A"/>
    <w:rsid w:val="00B22F20"/>
    <w:rsid w:val="00B25BAC"/>
    <w:rsid w:val="00B27AC5"/>
    <w:rsid w:val="00B42325"/>
    <w:rsid w:val="00B42F09"/>
    <w:rsid w:val="00B4307E"/>
    <w:rsid w:val="00B503EE"/>
    <w:rsid w:val="00B50BF3"/>
    <w:rsid w:val="00B51631"/>
    <w:rsid w:val="00B519F8"/>
    <w:rsid w:val="00B52A6B"/>
    <w:rsid w:val="00B53713"/>
    <w:rsid w:val="00B56F93"/>
    <w:rsid w:val="00B57CCA"/>
    <w:rsid w:val="00B61904"/>
    <w:rsid w:val="00B651D1"/>
    <w:rsid w:val="00B65C74"/>
    <w:rsid w:val="00B7311D"/>
    <w:rsid w:val="00B75B14"/>
    <w:rsid w:val="00B81229"/>
    <w:rsid w:val="00B832B4"/>
    <w:rsid w:val="00B85D28"/>
    <w:rsid w:val="00B87633"/>
    <w:rsid w:val="00B876C4"/>
    <w:rsid w:val="00B91F4A"/>
    <w:rsid w:val="00BA114B"/>
    <w:rsid w:val="00BA30A7"/>
    <w:rsid w:val="00BA3C4A"/>
    <w:rsid w:val="00BA4523"/>
    <w:rsid w:val="00BA4624"/>
    <w:rsid w:val="00BA5529"/>
    <w:rsid w:val="00BA5A5C"/>
    <w:rsid w:val="00BB01F1"/>
    <w:rsid w:val="00BB2613"/>
    <w:rsid w:val="00BB3846"/>
    <w:rsid w:val="00BB4CA9"/>
    <w:rsid w:val="00BB53C8"/>
    <w:rsid w:val="00BB6C75"/>
    <w:rsid w:val="00BB7AC4"/>
    <w:rsid w:val="00BC2BDB"/>
    <w:rsid w:val="00BD1808"/>
    <w:rsid w:val="00BE0E57"/>
    <w:rsid w:val="00BE3794"/>
    <w:rsid w:val="00BF0BAC"/>
    <w:rsid w:val="00BF0F23"/>
    <w:rsid w:val="00BF1F34"/>
    <w:rsid w:val="00BF3E03"/>
    <w:rsid w:val="00BF49DD"/>
    <w:rsid w:val="00C0058E"/>
    <w:rsid w:val="00C0153A"/>
    <w:rsid w:val="00C03275"/>
    <w:rsid w:val="00C0371D"/>
    <w:rsid w:val="00C11E47"/>
    <w:rsid w:val="00C16601"/>
    <w:rsid w:val="00C173AD"/>
    <w:rsid w:val="00C20204"/>
    <w:rsid w:val="00C23DA4"/>
    <w:rsid w:val="00C30F2E"/>
    <w:rsid w:val="00C34DE9"/>
    <w:rsid w:val="00C36083"/>
    <w:rsid w:val="00C40CA6"/>
    <w:rsid w:val="00C40EA2"/>
    <w:rsid w:val="00C42CA9"/>
    <w:rsid w:val="00C44E65"/>
    <w:rsid w:val="00C456AC"/>
    <w:rsid w:val="00C50D3A"/>
    <w:rsid w:val="00C517FC"/>
    <w:rsid w:val="00C53847"/>
    <w:rsid w:val="00C53B3C"/>
    <w:rsid w:val="00C64437"/>
    <w:rsid w:val="00C757BA"/>
    <w:rsid w:val="00C7751D"/>
    <w:rsid w:val="00C82B6B"/>
    <w:rsid w:val="00C92607"/>
    <w:rsid w:val="00C938DE"/>
    <w:rsid w:val="00C942A5"/>
    <w:rsid w:val="00CA003B"/>
    <w:rsid w:val="00CA5924"/>
    <w:rsid w:val="00CA5949"/>
    <w:rsid w:val="00CA7FDA"/>
    <w:rsid w:val="00CC116A"/>
    <w:rsid w:val="00CC13B4"/>
    <w:rsid w:val="00CC2189"/>
    <w:rsid w:val="00CD55F0"/>
    <w:rsid w:val="00CE57EC"/>
    <w:rsid w:val="00CE7123"/>
    <w:rsid w:val="00CF0682"/>
    <w:rsid w:val="00CF487B"/>
    <w:rsid w:val="00CF6D49"/>
    <w:rsid w:val="00D05FA1"/>
    <w:rsid w:val="00D16CFE"/>
    <w:rsid w:val="00D24C42"/>
    <w:rsid w:val="00D25300"/>
    <w:rsid w:val="00D25EE7"/>
    <w:rsid w:val="00D26FB5"/>
    <w:rsid w:val="00D30E1F"/>
    <w:rsid w:val="00D40A00"/>
    <w:rsid w:val="00D420BD"/>
    <w:rsid w:val="00D50140"/>
    <w:rsid w:val="00D52317"/>
    <w:rsid w:val="00D55659"/>
    <w:rsid w:val="00D71E96"/>
    <w:rsid w:val="00D74036"/>
    <w:rsid w:val="00D74A62"/>
    <w:rsid w:val="00D77765"/>
    <w:rsid w:val="00D77AC4"/>
    <w:rsid w:val="00D8055A"/>
    <w:rsid w:val="00D817A7"/>
    <w:rsid w:val="00D85E33"/>
    <w:rsid w:val="00D90710"/>
    <w:rsid w:val="00D90AAE"/>
    <w:rsid w:val="00D95DDE"/>
    <w:rsid w:val="00DA1CE5"/>
    <w:rsid w:val="00DA4F1D"/>
    <w:rsid w:val="00DA57CF"/>
    <w:rsid w:val="00DA7915"/>
    <w:rsid w:val="00DA7BCD"/>
    <w:rsid w:val="00DB1053"/>
    <w:rsid w:val="00DB24F1"/>
    <w:rsid w:val="00DC18AD"/>
    <w:rsid w:val="00DC195E"/>
    <w:rsid w:val="00DC2D0C"/>
    <w:rsid w:val="00DC3609"/>
    <w:rsid w:val="00DC6026"/>
    <w:rsid w:val="00DC6812"/>
    <w:rsid w:val="00DC6D0F"/>
    <w:rsid w:val="00DD3A69"/>
    <w:rsid w:val="00DD502F"/>
    <w:rsid w:val="00DD7B51"/>
    <w:rsid w:val="00DE0DE5"/>
    <w:rsid w:val="00DE1702"/>
    <w:rsid w:val="00DE5442"/>
    <w:rsid w:val="00DF7A07"/>
    <w:rsid w:val="00E00619"/>
    <w:rsid w:val="00E031E6"/>
    <w:rsid w:val="00E1741B"/>
    <w:rsid w:val="00E212EF"/>
    <w:rsid w:val="00E248D2"/>
    <w:rsid w:val="00E25BA8"/>
    <w:rsid w:val="00E3410C"/>
    <w:rsid w:val="00E37DFD"/>
    <w:rsid w:val="00E4057D"/>
    <w:rsid w:val="00E44243"/>
    <w:rsid w:val="00E515CE"/>
    <w:rsid w:val="00E55111"/>
    <w:rsid w:val="00E552D9"/>
    <w:rsid w:val="00E6051F"/>
    <w:rsid w:val="00E644E3"/>
    <w:rsid w:val="00E6466B"/>
    <w:rsid w:val="00E65EF8"/>
    <w:rsid w:val="00E71272"/>
    <w:rsid w:val="00E74098"/>
    <w:rsid w:val="00E77DE6"/>
    <w:rsid w:val="00E80B2A"/>
    <w:rsid w:val="00E81A37"/>
    <w:rsid w:val="00E82216"/>
    <w:rsid w:val="00E82432"/>
    <w:rsid w:val="00E83274"/>
    <w:rsid w:val="00E83E02"/>
    <w:rsid w:val="00E85076"/>
    <w:rsid w:val="00E861CE"/>
    <w:rsid w:val="00E86547"/>
    <w:rsid w:val="00E93D77"/>
    <w:rsid w:val="00E96570"/>
    <w:rsid w:val="00E975EA"/>
    <w:rsid w:val="00EA0ECA"/>
    <w:rsid w:val="00EA3107"/>
    <w:rsid w:val="00EA3550"/>
    <w:rsid w:val="00EA4FCE"/>
    <w:rsid w:val="00EB09EE"/>
    <w:rsid w:val="00EB0FA8"/>
    <w:rsid w:val="00EB48B4"/>
    <w:rsid w:val="00EC60C4"/>
    <w:rsid w:val="00ED0EA7"/>
    <w:rsid w:val="00ED1B87"/>
    <w:rsid w:val="00ED2C85"/>
    <w:rsid w:val="00ED60FE"/>
    <w:rsid w:val="00EE1F24"/>
    <w:rsid w:val="00EE2E8C"/>
    <w:rsid w:val="00EF0AD2"/>
    <w:rsid w:val="00EF2319"/>
    <w:rsid w:val="00EF736A"/>
    <w:rsid w:val="00EF7E8F"/>
    <w:rsid w:val="00F007F9"/>
    <w:rsid w:val="00F00E71"/>
    <w:rsid w:val="00F026C8"/>
    <w:rsid w:val="00F1013B"/>
    <w:rsid w:val="00F1072B"/>
    <w:rsid w:val="00F10AF3"/>
    <w:rsid w:val="00F11339"/>
    <w:rsid w:val="00F133BB"/>
    <w:rsid w:val="00F13B6C"/>
    <w:rsid w:val="00F14D67"/>
    <w:rsid w:val="00F169AB"/>
    <w:rsid w:val="00F22001"/>
    <w:rsid w:val="00F22F2C"/>
    <w:rsid w:val="00F24E13"/>
    <w:rsid w:val="00F27FDC"/>
    <w:rsid w:val="00F30128"/>
    <w:rsid w:val="00F30F18"/>
    <w:rsid w:val="00F31488"/>
    <w:rsid w:val="00F3324C"/>
    <w:rsid w:val="00F36122"/>
    <w:rsid w:val="00F416BE"/>
    <w:rsid w:val="00F416CF"/>
    <w:rsid w:val="00F4373B"/>
    <w:rsid w:val="00F43ACF"/>
    <w:rsid w:val="00F4675C"/>
    <w:rsid w:val="00F47701"/>
    <w:rsid w:val="00F5093A"/>
    <w:rsid w:val="00F5142A"/>
    <w:rsid w:val="00F52F6B"/>
    <w:rsid w:val="00F54655"/>
    <w:rsid w:val="00F57390"/>
    <w:rsid w:val="00F63A2F"/>
    <w:rsid w:val="00F63A3F"/>
    <w:rsid w:val="00F704A5"/>
    <w:rsid w:val="00F710B9"/>
    <w:rsid w:val="00F74123"/>
    <w:rsid w:val="00F763A3"/>
    <w:rsid w:val="00F77C19"/>
    <w:rsid w:val="00F85F61"/>
    <w:rsid w:val="00F86EEE"/>
    <w:rsid w:val="00F939AE"/>
    <w:rsid w:val="00F957AA"/>
    <w:rsid w:val="00F97234"/>
    <w:rsid w:val="00FA01A3"/>
    <w:rsid w:val="00FA0E12"/>
    <w:rsid w:val="00FB0378"/>
    <w:rsid w:val="00FB0924"/>
    <w:rsid w:val="00FB3F26"/>
    <w:rsid w:val="00FB5CDA"/>
    <w:rsid w:val="00FC01A7"/>
    <w:rsid w:val="00FC636F"/>
    <w:rsid w:val="00FE372D"/>
    <w:rsid w:val="00FE3992"/>
    <w:rsid w:val="00FE59CF"/>
    <w:rsid w:val="00FF1CA2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semiHidden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42A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42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04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04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semiHidden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42A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42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04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04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152C-ED8A-4123-90F9-331F70E0C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2017-11-22T04:37:00Z</cp:lastPrinted>
  <dcterms:created xsi:type="dcterms:W3CDTF">2017-11-22T04:37:00Z</dcterms:created>
  <dcterms:modified xsi:type="dcterms:W3CDTF">2018-05-23T07:28:00Z</dcterms:modified>
</cp:coreProperties>
</file>